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BB" w:rsidRDefault="00B54DF5">
      <w:pPr>
        <w:ind w:right="600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 xml:space="preserve">                                       </w:t>
      </w:r>
      <w:r w:rsidR="00AF5274">
        <w:rPr>
          <w:rFonts w:ascii="黑体" w:eastAsia="黑体" w:hint="eastAsia"/>
          <w:sz w:val="30"/>
          <w:szCs w:val="30"/>
        </w:rPr>
        <w:t xml:space="preserve">   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ascii="黑体" w:eastAsia="黑体" w:hint="eastAsia"/>
          <w:sz w:val="30"/>
          <w:szCs w:val="30"/>
        </w:rPr>
        <w:t>编号：</w:t>
      </w:r>
    </w:p>
    <w:p w:rsidR="00B20ABB" w:rsidRPr="00314AC0" w:rsidRDefault="00A15C51">
      <w:pPr>
        <w:jc w:val="center"/>
        <w:rPr>
          <w:rFonts w:ascii="黑体" w:eastAsia="黑体"/>
          <w:sz w:val="32"/>
          <w:szCs w:val="32"/>
        </w:rPr>
      </w:pPr>
      <w:r w:rsidRPr="00314AC0">
        <w:rPr>
          <w:rFonts w:ascii="黑体" w:eastAsia="黑体" w:hint="eastAsia"/>
          <w:sz w:val="32"/>
          <w:szCs w:val="32"/>
        </w:rPr>
        <w:t>肥乡区</w:t>
      </w:r>
      <w:r w:rsidR="00B54DF5" w:rsidRPr="00314AC0">
        <w:rPr>
          <w:rFonts w:ascii="黑体" w:eastAsia="黑体" w:hint="eastAsia"/>
          <w:sz w:val="32"/>
          <w:szCs w:val="32"/>
        </w:rPr>
        <w:t>公开选调</w:t>
      </w:r>
      <w:r w:rsidR="00314AC0" w:rsidRPr="00314AC0">
        <w:rPr>
          <w:rFonts w:ascii="黑体" w:eastAsia="黑体" w:hint="eastAsia"/>
          <w:sz w:val="32"/>
          <w:szCs w:val="32"/>
        </w:rPr>
        <w:t>全额在编</w:t>
      </w:r>
      <w:r w:rsidR="00F205B8" w:rsidRPr="00314AC0">
        <w:rPr>
          <w:rFonts w:ascii="黑体" w:eastAsia="黑体" w:hint="eastAsia"/>
          <w:sz w:val="32"/>
          <w:szCs w:val="32"/>
        </w:rPr>
        <w:t>事业</w:t>
      </w:r>
      <w:r w:rsidR="00314AC0" w:rsidRPr="00314AC0">
        <w:rPr>
          <w:rFonts w:ascii="黑体" w:eastAsia="黑体" w:hint="eastAsia"/>
          <w:sz w:val="32"/>
          <w:szCs w:val="32"/>
        </w:rPr>
        <w:t>单位工作</w:t>
      </w:r>
      <w:r w:rsidR="00B54DF5" w:rsidRPr="00314AC0">
        <w:rPr>
          <w:rFonts w:ascii="黑体" w:eastAsia="黑体" w:hint="eastAsia"/>
          <w:sz w:val="32"/>
          <w:szCs w:val="32"/>
        </w:rPr>
        <w:t>人员报名</w:t>
      </w:r>
      <w:r w:rsidR="00F205B8" w:rsidRPr="00314AC0">
        <w:rPr>
          <w:rFonts w:ascii="黑体" w:eastAsia="黑体" w:hint="eastAsia"/>
          <w:sz w:val="32"/>
          <w:szCs w:val="32"/>
        </w:rPr>
        <w:t>登记</w:t>
      </w:r>
      <w:r w:rsidR="00B54DF5" w:rsidRPr="00314AC0">
        <w:rPr>
          <w:rFonts w:ascii="黑体" w:eastAsia="黑体" w:hint="eastAsia"/>
          <w:sz w:val="32"/>
          <w:szCs w:val="32"/>
        </w:rPr>
        <w:t>表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7"/>
        <w:gridCol w:w="1327"/>
        <w:gridCol w:w="874"/>
        <w:gridCol w:w="720"/>
        <w:gridCol w:w="720"/>
        <w:gridCol w:w="1260"/>
        <w:gridCol w:w="1260"/>
        <w:gridCol w:w="1980"/>
      </w:tblGrid>
      <w:tr w:rsidR="00B20ABB" w:rsidTr="00314AC0">
        <w:trPr>
          <w:trHeight w:val="480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27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874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260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260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980" w:type="dxa"/>
            <w:vMerge w:val="restart"/>
            <w:vAlign w:val="center"/>
          </w:tcPr>
          <w:p w:rsidR="00B20ABB" w:rsidRDefault="006A01D6">
            <w:pPr>
              <w:jc w:val="center"/>
            </w:pPr>
            <w:r>
              <w:t>照片</w:t>
            </w:r>
          </w:p>
        </w:tc>
      </w:tr>
      <w:tr w:rsidR="00B20ABB" w:rsidTr="00314AC0">
        <w:trPr>
          <w:trHeight w:val="457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27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874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政治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440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260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260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480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641" w:type="dxa"/>
            <w:gridSpan w:val="4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260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260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B20ABB" w:rsidRDefault="00B20ABB">
            <w:pPr>
              <w:jc w:val="center"/>
            </w:pPr>
          </w:p>
        </w:tc>
      </w:tr>
      <w:tr w:rsidR="00AF5274" w:rsidTr="00314AC0">
        <w:trPr>
          <w:trHeight w:val="457"/>
          <w:jc w:val="center"/>
        </w:trPr>
        <w:tc>
          <w:tcPr>
            <w:tcW w:w="1327" w:type="dxa"/>
            <w:vAlign w:val="center"/>
          </w:tcPr>
          <w:p w:rsidR="00AF5274" w:rsidRDefault="00AF5274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6161" w:type="dxa"/>
            <w:gridSpan w:val="6"/>
            <w:vAlign w:val="center"/>
          </w:tcPr>
          <w:p w:rsidR="00AF5274" w:rsidRDefault="00AF5274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AF5274" w:rsidRDefault="00AF5274">
            <w:pPr>
              <w:jc w:val="center"/>
            </w:pPr>
          </w:p>
        </w:tc>
      </w:tr>
      <w:tr w:rsidR="00B20ABB" w:rsidTr="00314AC0">
        <w:trPr>
          <w:trHeight w:val="480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通讯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641" w:type="dxa"/>
            <w:gridSpan w:val="4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260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联系号码（手机）</w:t>
            </w:r>
          </w:p>
        </w:tc>
        <w:tc>
          <w:tcPr>
            <w:tcW w:w="3240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469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8141" w:type="dxa"/>
            <w:gridSpan w:val="7"/>
            <w:vAlign w:val="center"/>
          </w:tcPr>
          <w:p w:rsidR="00B20ABB" w:rsidRDefault="00B20ABB">
            <w:pPr>
              <w:jc w:val="center"/>
            </w:pPr>
            <w:bookmarkStart w:id="0" w:name="_GoBack"/>
            <w:bookmarkEnd w:id="0"/>
          </w:p>
        </w:tc>
      </w:tr>
      <w:tr w:rsidR="00B20ABB" w:rsidTr="00314AC0">
        <w:trPr>
          <w:trHeight w:val="1554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本人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简历</w:t>
            </w:r>
          </w:p>
        </w:tc>
        <w:tc>
          <w:tcPr>
            <w:tcW w:w="8141" w:type="dxa"/>
            <w:gridSpan w:val="7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635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奖惩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8141" w:type="dxa"/>
            <w:gridSpan w:val="7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457"/>
          <w:jc w:val="center"/>
        </w:trPr>
        <w:tc>
          <w:tcPr>
            <w:tcW w:w="1327" w:type="dxa"/>
            <w:vMerge w:val="restart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家庭</w:t>
            </w:r>
            <w:r>
              <w:t xml:space="preserve"> 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主要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成员</w:t>
            </w:r>
          </w:p>
        </w:tc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594" w:type="dxa"/>
            <w:gridSpan w:val="2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5220" w:type="dxa"/>
            <w:gridSpan w:val="4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B20ABB" w:rsidTr="00314AC0">
        <w:trPr>
          <w:trHeight w:val="480"/>
          <w:jc w:val="center"/>
        </w:trPr>
        <w:tc>
          <w:tcPr>
            <w:tcW w:w="1327" w:type="dxa"/>
            <w:vMerge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327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5220" w:type="dxa"/>
            <w:gridSpan w:val="4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457"/>
          <w:jc w:val="center"/>
        </w:trPr>
        <w:tc>
          <w:tcPr>
            <w:tcW w:w="1327" w:type="dxa"/>
            <w:vMerge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327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5220" w:type="dxa"/>
            <w:gridSpan w:val="4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480"/>
          <w:jc w:val="center"/>
        </w:trPr>
        <w:tc>
          <w:tcPr>
            <w:tcW w:w="1327" w:type="dxa"/>
            <w:vMerge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327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5220" w:type="dxa"/>
            <w:gridSpan w:val="4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457"/>
          <w:jc w:val="center"/>
        </w:trPr>
        <w:tc>
          <w:tcPr>
            <w:tcW w:w="1327" w:type="dxa"/>
            <w:vMerge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327" w:type="dxa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B20ABB" w:rsidRDefault="00B20ABB">
            <w:pPr>
              <w:jc w:val="center"/>
            </w:pPr>
          </w:p>
        </w:tc>
        <w:tc>
          <w:tcPr>
            <w:tcW w:w="5220" w:type="dxa"/>
            <w:gridSpan w:val="4"/>
            <w:vAlign w:val="center"/>
          </w:tcPr>
          <w:p w:rsidR="00B20ABB" w:rsidRDefault="00B20ABB">
            <w:pPr>
              <w:jc w:val="center"/>
            </w:pPr>
          </w:p>
        </w:tc>
      </w:tr>
      <w:tr w:rsidR="00B20ABB" w:rsidTr="00314AC0">
        <w:trPr>
          <w:trHeight w:val="1712"/>
          <w:jc w:val="center"/>
        </w:trPr>
        <w:tc>
          <w:tcPr>
            <w:tcW w:w="1327" w:type="dxa"/>
            <w:vAlign w:val="center"/>
          </w:tcPr>
          <w:p w:rsidR="00B20ABB" w:rsidRDefault="00B54DF5">
            <w:pPr>
              <w:jc w:val="center"/>
            </w:pPr>
            <w:r>
              <w:rPr>
                <w:rFonts w:hint="eastAsia"/>
              </w:rPr>
              <w:t>本人</w:t>
            </w: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承诺</w:t>
            </w:r>
          </w:p>
        </w:tc>
        <w:tc>
          <w:tcPr>
            <w:tcW w:w="8141" w:type="dxa"/>
            <w:gridSpan w:val="7"/>
            <w:vAlign w:val="center"/>
          </w:tcPr>
          <w:p w:rsidR="00B20ABB" w:rsidRDefault="00B20ABB">
            <w:pPr>
              <w:jc w:val="center"/>
            </w:pP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本人上述所填写情况和提供的相关材料、证件均属实、有效，若有虚假，责任自负。</w:t>
            </w:r>
          </w:p>
          <w:p w:rsidR="00B20ABB" w:rsidRDefault="00B20ABB">
            <w:pPr>
              <w:ind w:firstLineChars="2200" w:firstLine="4620"/>
              <w:jc w:val="center"/>
            </w:pPr>
          </w:p>
          <w:p w:rsidR="00B20ABB" w:rsidRDefault="00B54DF5">
            <w:pPr>
              <w:ind w:firstLineChars="2100" w:firstLine="4410"/>
            </w:pPr>
            <w:r>
              <w:rPr>
                <w:rFonts w:hint="eastAsia"/>
              </w:rPr>
              <w:t>报</w:t>
            </w:r>
            <w:r w:rsidR="00AA74C2">
              <w:rPr>
                <w:rFonts w:hint="eastAsia"/>
              </w:rPr>
              <w:t>名</w:t>
            </w:r>
            <w:r>
              <w:rPr>
                <w:rFonts w:hint="eastAsia"/>
              </w:rPr>
              <w:t>人签名：</w:t>
            </w:r>
          </w:p>
          <w:p w:rsidR="00B20ABB" w:rsidRDefault="00B20ABB">
            <w:pPr>
              <w:jc w:val="center"/>
            </w:pPr>
          </w:p>
          <w:p w:rsidR="00B20ABB" w:rsidRDefault="00B54DF5">
            <w:pPr>
              <w:jc w:val="center"/>
            </w:pPr>
            <w:r>
              <w:t xml:space="preserve">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B20ABB" w:rsidTr="00314AC0">
        <w:trPr>
          <w:trHeight w:val="480"/>
          <w:jc w:val="center"/>
        </w:trPr>
        <w:tc>
          <w:tcPr>
            <w:tcW w:w="9468" w:type="dxa"/>
            <w:gridSpan w:val="8"/>
            <w:vAlign w:val="center"/>
          </w:tcPr>
          <w:p w:rsidR="00B20ABB" w:rsidRDefault="00B54D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以上各栏目由报考人填写</w:t>
            </w:r>
          </w:p>
        </w:tc>
      </w:tr>
      <w:tr w:rsidR="00B20ABB" w:rsidTr="00314AC0">
        <w:trPr>
          <w:trHeight w:val="145"/>
          <w:jc w:val="center"/>
        </w:trPr>
        <w:tc>
          <w:tcPr>
            <w:tcW w:w="9468" w:type="dxa"/>
            <w:gridSpan w:val="8"/>
            <w:vAlign w:val="center"/>
          </w:tcPr>
          <w:p w:rsidR="00B20ABB" w:rsidRDefault="00B20ABB">
            <w:pPr>
              <w:jc w:val="center"/>
            </w:pP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经初步审查，</w:t>
            </w:r>
            <w:r w:rsidR="00AA74C2">
              <w:rPr>
                <w:rFonts w:hint="eastAsia"/>
              </w:rPr>
              <w:t>该同志符合报名</w:t>
            </w:r>
            <w:r>
              <w:rPr>
                <w:rFonts w:hint="eastAsia"/>
              </w:rPr>
              <w:t>条件，同意报</w:t>
            </w:r>
            <w:r w:rsidR="00AF5274">
              <w:rPr>
                <w:rFonts w:hint="eastAsia"/>
              </w:rPr>
              <w:t>名</w:t>
            </w:r>
            <w:r>
              <w:rPr>
                <w:rFonts w:hint="eastAsia"/>
              </w:rPr>
              <w:t>。有关证件材料待考核时进一步审查核实。</w:t>
            </w:r>
          </w:p>
          <w:p w:rsidR="00B20ABB" w:rsidRDefault="00B20ABB">
            <w:pPr>
              <w:jc w:val="center"/>
            </w:pPr>
          </w:p>
          <w:p w:rsidR="00B20ABB" w:rsidRDefault="00B54DF5">
            <w:pPr>
              <w:jc w:val="center"/>
            </w:pPr>
            <w:r>
              <w:rPr>
                <w:rFonts w:hint="eastAsia"/>
              </w:rPr>
              <w:t>审查人签名：</w:t>
            </w:r>
          </w:p>
          <w:p w:rsidR="00B20ABB" w:rsidRDefault="00B20ABB">
            <w:pPr>
              <w:jc w:val="center"/>
            </w:pPr>
          </w:p>
          <w:p w:rsidR="00B20ABB" w:rsidRDefault="00B54DF5">
            <w:pPr>
              <w:jc w:val="center"/>
            </w:pPr>
            <w:r>
              <w:t xml:space="preserve">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B20ABB" w:rsidRDefault="00B20ABB"/>
    <w:sectPr w:rsidR="00B20ABB" w:rsidSect="00B20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CEA" w:rsidRDefault="00881CEA" w:rsidP="00A15C51">
      <w:r>
        <w:separator/>
      </w:r>
    </w:p>
  </w:endnote>
  <w:endnote w:type="continuationSeparator" w:id="0">
    <w:p w:rsidR="00881CEA" w:rsidRDefault="00881CEA" w:rsidP="00A15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CEA" w:rsidRDefault="00881CEA" w:rsidP="00A15C51">
      <w:r>
        <w:separator/>
      </w:r>
    </w:p>
  </w:footnote>
  <w:footnote w:type="continuationSeparator" w:id="0">
    <w:p w:rsidR="00881CEA" w:rsidRDefault="00881CEA" w:rsidP="00A15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1CB4464"/>
    <w:rsid w:val="001213B8"/>
    <w:rsid w:val="001E691D"/>
    <w:rsid w:val="00314AC0"/>
    <w:rsid w:val="006A01D6"/>
    <w:rsid w:val="00795B0D"/>
    <w:rsid w:val="00881CEA"/>
    <w:rsid w:val="00A15C51"/>
    <w:rsid w:val="00A6470F"/>
    <w:rsid w:val="00AA74C2"/>
    <w:rsid w:val="00AF5274"/>
    <w:rsid w:val="00B20ABB"/>
    <w:rsid w:val="00B54DF5"/>
    <w:rsid w:val="00BB4F99"/>
    <w:rsid w:val="00BE2E3B"/>
    <w:rsid w:val="00DE7118"/>
    <w:rsid w:val="00F205B8"/>
    <w:rsid w:val="21CB4464"/>
    <w:rsid w:val="2DD213CF"/>
    <w:rsid w:val="57A91B28"/>
    <w:rsid w:val="5DA4586C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AB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5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5C51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A15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5C5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E0F79C-A32F-4F9B-B9C3-326BA176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18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黄嘉</dc:creator>
  <cp:lastModifiedBy>xbany</cp:lastModifiedBy>
  <cp:revision>7</cp:revision>
  <cp:lastPrinted>2018-09-23T02:06:00Z</cp:lastPrinted>
  <dcterms:created xsi:type="dcterms:W3CDTF">2018-09-23T01:43:00Z</dcterms:created>
  <dcterms:modified xsi:type="dcterms:W3CDTF">2020-09-21T08:15:00Z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